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A3F" w:rsidRDefault="00B3663D">
      <w:pPr>
        <w:pStyle w:val="Titul"/>
      </w:pPr>
      <w:bookmarkStart w:id="0" w:name="_GoBack"/>
      <w:bookmarkEnd w:id="0"/>
      <w:r w:rsidRPr="00B3663D">
        <w:t>I2C snímač barevného světla</w:t>
      </w:r>
    </w:p>
    <w:p w:rsidR="008C5A3F" w:rsidRDefault="00D86939">
      <w:pPr>
        <w:pStyle w:val="Autor"/>
      </w:pPr>
      <w:r>
        <w:t>Jan Chroust</w:t>
      </w:r>
    </w:p>
    <w:p w:rsidR="008C5A3F" w:rsidRDefault="00B3663D" w:rsidP="00E73BC4">
      <w:pPr>
        <w:pStyle w:val="Podtitul"/>
        <w:jc w:val="both"/>
      </w:pPr>
      <w:r w:rsidRPr="00B3663D">
        <w:t>Čidlo obsahuje snímač červené, zelené, modré a jasné (</w:t>
      </w:r>
      <w:proofErr w:type="spellStart"/>
      <w:r w:rsidRPr="00B3663D">
        <w:t>clear</w:t>
      </w:r>
      <w:proofErr w:type="spellEnd"/>
      <w:r w:rsidRPr="00B3663D">
        <w:t>) barvy. Komunikace probíhá přes I2C rozhraní. Obvod obsahuje i napájení pro externí IR LED.  Senzor je možné využít pro měření světelných podmínek, nebo také pro detekci čáry pro čárového robota i pro snímání otáčení pohonných kol.</w:t>
      </w:r>
    </w:p>
    <w:p w:rsidR="00B3663D" w:rsidRDefault="00B3663D" w:rsidP="00E5129C"/>
    <w:p w:rsidR="00B3663D" w:rsidRDefault="00B3663D" w:rsidP="00E5129C"/>
    <w:p w:rsidR="00B3663D" w:rsidRDefault="00B3663D" w:rsidP="00E5129C"/>
    <w:p w:rsidR="00B3663D" w:rsidRDefault="00B3663D" w:rsidP="00E5129C"/>
    <w:p w:rsidR="00B3663D" w:rsidRDefault="00B3663D" w:rsidP="00E5129C"/>
    <w:p w:rsidR="00E5129C" w:rsidRDefault="00E5129C" w:rsidP="00E5129C">
      <w:pPr>
        <w:jc w:val="center"/>
        <w:rPr>
          <w:noProof/>
        </w:rPr>
      </w:pPr>
    </w:p>
    <w:p w:rsidR="00E5129C" w:rsidRDefault="00A3389A" w:rsidP="00E5129C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3.5pt;height:75pt">
            <v:imagedata r:id="rId7" o:title="RGBC01A_Top_Small" croptop="22185f" cropbottom="22999f" cropleft="11331f" cropright="11535f"/>
          </v:shape>
        </w:pict>
      </w:r>
    </w:p>
    <w:p w:rsidR="00E5129C" w:rsidRDefault="00E5129C" w:rsidP="00E5129C"/>
    <w:p w:rsidR="009D49BA" w:rsidRDefault="009D49BA" w:rsidP="00E5129C"/>
    <w:p w:rsidR="009D49BA" w:rsidRDefault="009D49BA" w:rsidP="00E5129C"/>
    <w:p w:rsidR="00B3663D" w:rsidRDefault="00B3663D" w:rsidP="00E5129C"/>
    <w:p w:rsidR="006D2AA0" w:rsidRDefault="006D2AA0" w:rsidP="00E5129C"/>
    <w:p w:rsidR="008C5A3F" w:rsidRDefault="00E5129C">
      <w:pPr>
        <w:pStyle w:val="Nadpis1"/>
      </w:pPr>
      <w:r>
        <w:t>T</w:t>
      </w:r>
      <w:r w:rsidR="008C5A3F">
        <w:t>echnické parametry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8"/>
        <w:gridCol w:w="3260"/>
        <w:gridCol w:w="3260"/>
      </w:tblGrid>
      <w:tr w:rsidR="008C5A3F" w:rsidTr="006D2AA0">
        <w:tc>
          <w:tcPr>
            <w:tcW w:w="3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C5A3F" w:rsidRDefault="008C5A3F">
            <w:pPr>
              <w:rPr>
                <w:b/>
                <w:bCs/>
              </w:rPr>
            </w:pPr>
            <w:r>
              <w:rPr>
                <w:b/>
                <w:bCs/>
              </w:rPr>
              <w:t>Parametr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C5A3F" w:rsidRDefault="008C5A3F">
            <w:pPr>
              <w:rPr>
                <w:b/>
                <w:bCs/>
              </w:rPr>
            </w:pPr>
            <w:r>
              <w:rPr>
                <w:b/>
                <w:bCs/>
              </w:rPr>
              <w:t>Hodnota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5A3F" w:rsidRDefault="008C5A3F">
            <w:pPr>
              <w:rPr>
                <w:b/>
                <w:bCs/>
              </w:rPr>
            </w:pPr>
            <w:r>
              <w:rPr>
                <w:b/>
                <w:bCs/>
              </w:rPr>
              <w:t>Poznámka</w:t>
            </w:r>
          </w:p>
        </w:tc>
      </w:tr>
      <w:tr w:rsidR="00DA2147" w:rsidTr="006D2AA0">
        <w:tc>
          <w:tcPr>
            <w:tcW w:w="3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A2147" w:rsidRPr="00DA2147" w:rsidRDefault="00DA2147">
            <w:r w:rsidRPr="00DA2147">
              <w:t>Napájecí napětí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A2147" w:rsidRPr="00DA2147" w:rsidRDefault="00DA2147">
            <w:r>
              <w:t>3,3 V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2147" w:rsidRDefault="00DA2147">
            <w:pPr>
              <w:rPr>
                <w:b/>
                <w:bCs/>
              </w:rPr>
            </w:pPr>
          </w:p>
        </w:tc>
      </w:tr>
      <w:tr w:rsidR="009D49BA" w:rsidTr="006D2AA0">
        <w:tc>
          <w:tcPr>
            <w:tcW w:w="3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D49BA" w:rsidRPr="00DA2147" w:rsidRDefault="009D49BA">
            <w:r>
              <w:t>Rozhraní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49BA" w:rsidRDefault="009D49BA">
            <w:r>
              <w:t>I2C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49BA" w:rsidRDefault="009D49BA">
            <w:pPr>
              <w:rPr>
                <w:b/>
                <w:bCs/>
              </w:rPr>
            </w:pPr>
          </w:p>
        </w:tc>
      </w:tr>
      <w:tr w:rsidR="009D49BA" w:rsidTr="006D2AA0">
        <w:tc>
          <w:tcPr>
            <w:tcW w:w="3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D49BA" w:rsidRPr="00DA2147" w:rsidRDefault="009D49BA">
            <w:r>
              <w:t>I2C adresa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49BA" w:rsidRDefault="009D49BA">
            <w:r>
              <w:t>0x29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49BA" w:rsidRDefault="009D49BA">
            <w:pPr>
              <w:rPr>
                <w:b/>
                <w:bCs/>
              </w:rPr>
            </w:pPr>
          </w:p>
        </w:tc>
      </w:tr>
      <w:tr w:rsidR="00E73BC4" w:rsidTr="006D2AA0">
        <w:tc>
          <w:tcPr>
            <w:tcW w:w="325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73BC4" w:rsidRDefault="00E73BC4">
            <w:r>
              <w:t>Rozměry</w:t>
            </w:r>
          </w:p>
        </w:tc>
        <w:tc>
          <w:tcPr>
            <w:tcW w:w="3260" w:type="dxa"/>
            <w:tcBorders>
              <w:bottom w:val="single" w:sz="12" w:space="0" w:color="auto"/>
            </w:tcBorders>
            <w:vAlign w:val="center"/>
          </w:tcPr>
          <w:p w:rsidR="00E73BC4" w:rsidRDefault="00B3663D" w:rsidP="003866EB">
            <w:r>
              <w:t>10</w:t>
            </w:r>
            <w:r w:rsidR="00E73BC4">
              <w:t>.</w:t>
            </w:r>
            <w:r w:rsidR="003866EB">
              <w:t>13</w:t>
            </w:r>
            <w:r w:rsidR="00E73BC4">
              <w:t xml:space="preserve"> x </w:t>
            </w:r>
            <w:r w:rsidR="003866EB">
              <w:t>40</w:t>
            </w:r>
            <w:r w:rsidR="00E73BC4">
              <w:t>.</w:t>
            </w:r>
            <w:r w:rsidR="003866EB">
              <w:t>13</w:t>
            </w:r>
            <w:r w:rsidR="00E73BC4">
              <w:t xml:space="preserve"> x 16 mm</w:t>
            </w: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3BC4" w:rsidRDefault="00E73BC4">
            <w:r>
              <w:t>Výška nad základní deskou</w:t>
            </w:r>
          </w:p>
        </w:tc>
      </w:tr>
    </w:tbl>
    <w:p w:rsidR="008C5A3F" w:rsidRDefault="008C5A3F">
      <w:pPr>
        <w:pStyle w:val="Nadpis1"/>
        <w:pageBreakBefore/>
      </w:pPr>
      <w:r>
        <w:lastRenderedPageBreak/>
        <w:t>Popis konstrukce</w:t>
      </w:r>
    </w:p>
    <w:p w:rsidR="003F4DFC" w:rsidRDefault="003F4DFC" w:rsidP="003F4DFC">
      <w:r>
        <w:t>Na plošném spoji jsou připraveny vývody pro připojení externí IR LED, pro případ</w:t>
      </w:r>
      <w:r w:rsidR="00723C82">
        <w:t>,</w:t>
      </w:r>
      <w:r>
        <w:t xml:space="preserve"> kdy by nestačila SMD LED umístěna na plošném spoji.</w:t>
      </w:r>
    </w:p>
    <w:p w:rsidR="003F4DFC" w:rsidRDefault="003F4DFC" w:rsidP="003F4DFC">
      <w:r>
        <w:t>V případě potřeby je možné využít pinu INT, který není na plošném spoji onačen. Je umístěn mezi nápisy SDA a VDD</w:t>
      </w:r>
      <w:r w:rsidR="00723C82">
        <w:t>.</w:t>
      </w:r>
    </w:p>
    <w:p w:rsidR="00723C82" w:rsidRDefault="00723C82" w:rsidP="003F4DFC">
      <w:r>
        <w:t>Modul byl koncipován tak, že v případě potřeby miniaturizace rozměrů modulu je možné odstřižení</w:t>
      </w:r>
      <w:r w:rsidR="00C53630">
        <w:t xml:space="preserve"> plošného spoje hned za </w:t>
      </w:r>
      <w:proofErr w:type="spellStart"/>
      <w:r w:rsidR="00C53630">
        <w:t>prokovem</w:t>
      </w:r>
      <w:proofErr w:type="spellEnd"/>
      <w:r w:rsidR="00C53630">
        <w:t xml:space="preserve"> u nápisu GND. Tímto odstřižením se přichází o hřebínek a ochrannou diodu D1.</w:t>
      </w:r>
    </w:p>
    <w:p w:rsidR="00C53630" w:rsidRPr="003F4DFC" w:rsidRDefault="00C53630" w:rsidP="003F4DFC">
      <w:r>
        <w:t>Adresa modulu je 0x29.</w:t>
      </w:r>
    </w:p>
    <w:p w:rsidR="008C5A3F" w:rsidRDefault="008C5A3F">
      <w:pPr>
        <w:pStyle w:val="Nadpis2"/>
      </w:pPr>
      <w:r>
        <w:t>Mechanická konstrukce</w:t>
      </w:r>
    </w:p>
    <w:p w:rsidR="0099695B" w:rsidRDefault="00EA748B">
      <w:r>
        <w:t>Modul obsahuje úchytné šroubky ve všech r</w:t>
      </w:r>
      <w:r w:rsidR="00E27B6A">
        <w:t>ozích v rozteči MLAB (10.16mm).</w:t>
      </w:r>
    </w:p>
    <w:p w:rsidR="00E27B6A" w:rsidRDefault="00E27B6A" w:rsidP="00F40538">
      <w:pPr>
        <w:jc w:val="center"/>
      </w:pPr>
    </w:p>
    <w:p w:rsidR="000C3E66" w:rsidRDefault="00DA2147" w:rsidP="00F40538">
      <w:pPr>
        <w:jc w:val="center"/>
      </w:pPr>
      <w:r w:rsidRPr="00DA2147">
        <w:rPr>
          <w:noProof/>
        </w:rPr>
        <w:drawing>
          <wp:inline distT="0" distB="0" distL="0" distR="0">
            <wp:extent cx="6190686" cy="27622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23" t="16110" r="31507" b="56658"/>
                    <a:stretch/>
                  </pic:blipFill>
                  <pic:spPr bwMode="auto">
                    <a:xfrm>
                      <a:off x="0" y="0"/>
                      <a:ext cx="6202298" cy="2767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3836" w:rsidRDefault="00983836">
      <w:pPr>
        <w:keepLines w:val="0"/>
        <w:spacing w:before="0" w:after="0"/>
        <w:rPr>
          <w:rFonts w:ascii="Arial" w:hAnsi="Arial" w:cs="Arial"/>
          <w:b/>
          <w:bCs/>
          <w:kern w:val="32"/>
          <w:sz w:val="40"/>
          <w:szCs w:val="32"/>
        </w:rPr>
      </w:pPr>
      <w:r>
        <w:br w:type="page"/>
      </w:r>
    </w:p>
    <w:p w:rsidR="008C5A3F" w:rsidRDefault="008C5A3F" w:rsidP="00B73D13">
      <w:pPr>
        <w:pStyle w:val="Nadpis1"/>
      </w:pPr>
      <w:r>
        <w:lastRenderedPageBreak/>
        <w:t xml:space="preserve">Osazení a oživení </w:t>
      </w:r>
    </w:p>
    <w:p w:rsidR="00E95FD3" w:rsidRPr="00E95FD3" w:rsidRDefault="00E95FD3" w:rsidP="00E95FD3"/>
    <w:p w:rsidR="008D7AD5" w:rsidRDefault="00DA2147" w:rsidP="00E95FD3">
      <w:pPr>
        <w:jc w:val="center"/>
      </w:pPr>
      <w:r>
        <w:rPr>
          <w:noProof/>
        </w:rPr>
        <w:drawing>
          <wp:inline distT="0" distB="0" distL="0" distR="0" wp14:anchorId="45A49CCE" wp14:editId="0968461C">
            <wp:extent cx="904875" cy="3429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66923" t="18906" r="27163" b="14694"/>
                    <a:stretch/>
                  </pic:blipFill>
                  <pic:spPr bwMode="auto">
                    <a:xfrm>
                      <a:off x="0" y="0"/>
                      <a:ext cx="907153" cy="34376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0B81E45A" wp14:editId="4B939B09">
            <wp:extent cx="914400" cy="3441032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66923" t="19367" r="27163" b="14694"/>
                    <a:stretch/>
                  </pic:blipFill>
                  <pic:spPr bwMode="auto">
                    <a:xfrm>
                      <a:off x="0" y="0"/>
                      <a:ext cx="916509" cy="34489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34A5C">
        <w:t xml:space="preserve"> </w:t>
      </w:r>
      <w:r w:rsidR="00BE4039">
        <w:t xml:space="preserve">   </w:t>
      </w:r>
      <w:r w:rsidR="00E34A5C">
        <w:t xml:space="preserve">  </w:t>
      </w:r>
    </w:p>
    <w:p w:rsidR="008C5A3F" w:rsidRDefault="008C5A3F">
      <w:pPr>
        <w:pStyle w:val="Nadpis2"/>
      </w:pPr>
      <w:r>
        <w:t>Osazení</w:t>
      </w:r>
    </w:p>
    <w:p w:rsidR="00B73D13" w:rsidRDefault="00B73D13" w:rsidP="00B73D13">
      <w:pPr>
        <w:sectPr w:rsidR="00B73D13">
          <w:headerReference w:type="default" r:id="rId11"/>
          <w:footerReference w:type="default" r:id="rId12"/>
          <w:pgSz w:w="11906" w:h="16838" w:code="9"/>
          <w:pgMar w:top="2268" w:right="1134" w:bottom="1247" w:left="1134" w:header="567" w:footer="567" w:gutter="0"/>
          <w:cols w:space="708"/>
          <w:docGrid w:linePitch="360"/>
        </w:sectPr>
      </w:pPr>
    </w:p>
    <w:p w:rsidR="00B73D13" w:rsidRDefault="00B73D13" w:rsidP="009970B8"/>
    <w:tbl>
      <w:tblPr>
        <w:tblW w:w="7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1660"/>
        <w:gridCol w:w="2740"/>
        <w:gridCol w:w="740"/>
      </w:tblGrid>
      <w:tr w:rsidR="00983836" w:rsidRPr="00983836" w:rsidTr="00983836">
        <w:trPr>
          <w:trHeight w:val="300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983836">
              <w:rPr>
                <w:b/>
                <w:bCs/>
                <w:color w:val="000000"/>
                <w:sz w:val="22"/>
                <w:szCs w:val="22"/>
              </w:rPr>
              <w:t>Označení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983836">
              <w:rPr>
                <w:b/>
                <w:bCs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983836">
              <w:rPr>
                <w:b/>
                <w:bCs/>
                <w:color w:val="000000"/>
                <w:sz w:val="22"/>
                <w:szCs w:val="22"/>
              </w:rPr>
              <w:t>Pouzdro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983836">
              <w:rPr>
                <w:b/>
                <w:bCs/>
                <w:color w:val="000000"/>
                <w:sz w:val="22"/>
                <w:szCs w:val="22"/>
              </w:rPr>
              <w:t>Počet</w:t>
            </w:r>
          </w:p>
        </w:tc>
      </w:tr>
      <w:tr w:rsidR="00983836" w:rsidRPr="00983836" w:rsidTr="00983836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J3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CONN1_2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Straight_2x01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1</w:t>
            </w:r>
          </w:p>
        </w:tc>
      </w:tr>
      <w:tr w:rsidR="00983836" w:rsidRPr="00983836" w:rsidTr="00983836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M1,M2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HOLE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MountingHole_3mm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2</w:t>
            </w:r>
          </w:p>
        </w:tc>
      </w:tr>
      <w:tr w:rsidR="00983836" w:rsidRPr="00983836" w:rsidTr="00983836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X1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TCS37717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FN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1</w:t>
            </w:r>
          </w:p>
        </w:tc>
      </w:tr>
      <w:tr w:rsidR="00983836" w:rsidRPr="00983836" w:rsidTr="00983836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J1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JUMP_5X2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Straight_2x05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1</w:t>
            </w:r>
          </w:p>
        </w:tc>
      </w:tr>
      <w:tr w:rsidR="00983836" w:rsidRPr="00983836" w:rsidTr="00983836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C1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10uf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SMD-0805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1</w:t>
            </w:r>
          </w:p>
        </w:tc>
      </w:tr>
      <w:tr w:rsidR="00983836" w:rsidRPr="00983836" w:rsidTr="00983836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C2,C3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1uF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SMD-0805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2</w:t>
            </w:r>
          </w:p>
        </w:tc>
      </w:tr>
      <w:tr w:rsidR="00983836" w:rsidRPr="00983836" w:rsidTr="00983836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R1,R3,R2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10K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SMD-0805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3</w:t>
            </w:r>
          </w:p>
        </w:tc>
      </w:tr>
      <w:tr w:rsidR="00983836" w:rsidRPr="00983836" w:rsidTr="00983836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R4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22R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SMD-0805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1</w:t>
            </w:r>
          </w:p>
        </w:tc>
      </w:tr>
      <w:tr w:rsidR="00983836" w:rsidRPr="00983836" w:rsidTr="00983836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D1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BZV55C-3,6V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proofErr w:type="spellStart"/>
            <w:r w:rsidRPr="00983836">
              <w:rPr>
                <w:color w:val="000000"/>
                <w:sz w:val="22"/>
                <w:szCs w:val="22"/>
              </w:rPr>
              <w:t>Diode-MiniMELF_Standard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1</w:t>
            </w:r>
          </w:p>
        </w:tc>
      </w:tr>
      <w:tr w:rsidR="00983836" w:rsidRPr="00983836" w:rsidTr="00983836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J2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CONN1_1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Straight_1x01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1</w:t>
            </w:r>
          </w:p>
        </w:tc>
      </w:tr>
      <w:tr w:rsidR="00983836" w:rsidRPr="00983836" w:rsidTr="00983836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J4,J5,J6,J7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CONN1_1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SMD_1x1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4</w:t>
            </w:r>
          </w:p>
        </w:tc>
      </w:tr>
      <w:tr w:rsidR="00983836" w:rsidRPr="00983836" w:rsidTr="00983836">
        <w:trPr>
          <w:trHeight w:val="300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D2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LL-S170IRC-2A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LED_0805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836" w:rsidRPr="00983836" w:rsidRDefault="00983836" w:rsidP="00983836">
            <w:pPr>
              <w:keepLines w:val="0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  <w:r w:rsidRPr="00983836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9970B8" w:rsidRDefault="009970B8">
      <w:pPr>
        <w:keepLines w:val="0"/>
        <w:spacing w:before="0" w:after="0"/>
      </w:pPr>
    </w:p>
    <w:sectPr w:rsidR="009970B8" w:rsidSect="00B73D13">
      <w:type w:val="continuous"/>
      <w:pgSz w:w="11906" w:h="16838" w:code="9"/>
      <w:pgMar w:top="2268" w:right="1134" w:bottom="124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89A" w:rsidRDefault="00A3389A">
      <w:pPr>
        <w:spacing w:before="0" w:after="0"/>
      </w:pPr>
      <w:r>
        <w:separator/>
      </w:r>
    </w:p>
  </w:endnote>
  <w:endnote w:type="continuationSeparator" w:id="0">
    <w:p w:rsidR="00A3389A" w:rsidRDefault="00A3389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A3F" w:rsidRDefault="00983836">
    <w:pPr>
      <w:pStyle w:val="Zpat"/>
      <w:rPr>
        <w:lang w:val="en-US"/>
      </w:rPr>
    </w:pPr>
    <w:r>
      <w:t>RGBC01A</w:t>
    </w:r>
    <w:r w:rsidR="00D86939">
      <w:t xml:space="preserve"> </w:t>
    </w:r>
    <w:r w:rsidR="008C5A3F">
      <w:t xml:space="preserve">/ </w:t>
    </w:r>
    <w:r w:rsidR="00A70F9A">
      <w:fldChar w:fldCharType="begin"/>
    </w:r>
    <w:r w:rsidR="008C5A3F">
      <w:instrText xml:space="preserve"> SAVEDATE </w:instrText>
    </w:r>
    <w:r w:rsidR="008C5A3F">
      <w:rPr>
        <w:lang w:val="en-US"/>
      </w:rPr>
      <w:instrText>\@ "yyyy-MM-dd"</w:instrText>
    </w:r>
    <w:r w:rsidR="00A70F9A">
      <w:fldChar w:fldCharType="separate"/>
    </w:r>
    <w:r w:rsidR="00172DFA">
      <w:rPr>
        <w:noProof/>
      </w:rPr>
      <w:t>2016-03-09</w:t>
    </w:r>
    <w:r w:rsidR="00A70F9A">
      <w:fldChar w:fldCharType="end"/>
    </w:r>
    <w:r w:rsidR="008C5A3F">
      <w:t xml:space="preserve"> / </w:t>
    </w:r>
    <w:proofErr w:type="spellStart"/>
    <w:r w:rsidR="00D86939">
      <w:t>jacho</w:t>
    </w:r>
    <w:proofErr w:type="spellEnd"/>
    <w:r w:rsidR="00D86939">
      <w:t>/</w:t>
    </w:r>
    <w:r w:rsidR="008C5A3F">
      <w:rPr>
        <w:rStyle w:val="slostrnky"/>
      </w:rPr>
      <w:t xml:space="preserve"> http://www.mlab.cz</w:t>
    </w:r>
    <w:r w:rsidR="008C5A3F">
      <w:rPr>
        <w:rStyle w:val="slostrnky"/>
      </w:rPr>
      <w:tab/>
    </w:r>
    <w:r w:rsidR="00A70F9A">
      <w:rPr>
        <w:rStyle w:val="slostrnky"/>
      </w:rPr>
      <w:fldChar w:fldCharType="begin"/>
    </w:r>
    <w:r w:rsidR="008C5A3F">
      <w:rPr>
        <w:rStyle w:val="slostrnky"/>
      </w:rPr>
      <w:instrText xml:space="preserve"> PAGE </w:instrText>
    </w:r>
    <w:r w:rsidR="00A70F9A">
      <w:rPr>
        <w:rStyle w:val="slostrnky"/>
      </w:rPr>
      <w:fldChar w:fldCharType="separate"/>
    </w:r>
    <w:r w:rsidR="00172DFA">
      <w:rPr>
        <w:rStyle w:val="slostrnky"/>
        <w:noProof/>
      </w:rPr>
      <w:t>3</w:t>
    </w:r>
    <w:r w:rsidR="00A70F9A">
      <w:rPr>
        <w:rStyle w:val="slostrnky"/>
      </w:rPr>
      <w:fldChar w:fldCharType="end"/>
    </w:r>
    <w:r w:rsidR="008C5A3F">
      <w:rPr>
        <w:rStyle w:val="slostrnky"/>
      </w:rPr>
      <w:t xml:space="preserve"> / </w:t>
    </w:r>
    <w:r w:rsidR="00A70F9A">
      <w:rPr>
        <w:rStyle w:val="slostrnky"/>
      </w:rPr>
      <w:fldChar w:fldCharType="begin"/>
    </w:r>
    <w:r w:rsidR="008C5A3F">
      <w:rPr>
        <w:rStyle w:val="slostrnky"/>
      </w:rPr>
      <w:instrText xml:space="preserve"> NUMPAGES </w:instrText>
    </w:r>
    <w:r w:rsidR="00A70F9A">
      <w:rPr>
        <w:rStyle w:val="slostrnky"/>
      </w:rPr>
      <w:fldChar w:fldCharType="separate"/>
    </w:r>
    <w:r w:rsidR="00172DFA">
      <w:rPr>
        <w:rStyle w:val="slostrnky"/>
        <w:noProof/>
      </w:rPr>
      <w:t>3</w:t>
    </w:r>
    <w:r w:rsidR="00A70F9A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89A" w:rsidRDefault="00A3389A">
      <w:pPr>
        <w:spacing w:before="0" w:after="0"/>
      </w:pPr>
      <w:r>
        <w:separator/>
      </w:r>
    </w:p>
  </w:footnote>
  <w:footnote w:type="continuationSeparator" w:id="0">
    <w:p w:rsidR="00A3389A" w:rsidRDefault="00A3389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X="70" w:tblpY="1"/>
      <w:tblOverlap w:val="never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0"/>
      <w:gridCol w:w="3130"/>
    </w:tblGrid>
    <w:tr w:rsidR="008C5A3F">
      <w:tc>
        <w:tcPr>
          <w:tcW w:w="6480" w:type="dxa"/>
          <w:vAlign w:val="center"/>
        </w:tcPr>
        <w:p w:rsidR="008C5A3F" w:rsidRDefault="00B3663D" w:rsidP="0066311E">
          <w:pPr>
            <w:pStyle w:val="Zhlav"/>
            <w:rPr>
              <w:sz w:val="40"/>
            </w:rPr>
          </w:pPr>
          <w:r>
            <w:rPr>
              <w:sz w:val="40"/>
            </w:rPr>
            <w:t>RGBC01A</w:t>
          </w:r>
          <w:r w:rsidR="00B73D13">
            <w:rPr>
              <w:sz w:val="40"/>
            </w:rPr>
            <w:t xml:space="preserve"> </w:t>
          </w:r>
        </w:p>
      </w:tc>
      <w:tc>
        <w:tcPr>
          <w:tcW w:w="3130" w:type="dxa"/>
          <w:vAlign w:val="center"/>
        </w:tcPr>
        <w:p w:rsidR="008C5A3F" w:rsidRDefault="008C5A3F">
          <w:pPr>
            <w:pStyle w:val="Zhlav"/>
            <w:jc w:val="center"/>
            <w:rPr>
              <w:outline/>
              <w:shadow/>
              <w:sz w:val="96"/>
            </w:rPr>
          </w:pPr>
          <w:r>
            <w:rPr>
              <w:outline/>
              <w:shadow/>
              <w:sz w:val="96"/>
            </w:rPr>
            <w:t>MLAB</w:t>
          </w:r>
        </w:p>
      </w:tc>
    </w:tr>
  </w:tbl>
  <w:p w:rsidR="008C5A3F" w:rsidRDefault="008C5A3F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7A6BD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71E46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707C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4D0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F0D4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58BC95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A6F205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D1C4C6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4703133"/>
    <w:multiLevelType w:val="multilevel"/>
    <w:tmpl w:val="8AA2C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7BF1674"/>
    <w:multiLevelType w:val="multilevel"/>
    <w:tmpl w:val="91FE49E2"/>
    <w:lvl w:ilvl="0">
      <w:start w:val="1"/>
      <w:numFmt w:val="decimal"/>
      <w:pStyle w:val="Nadpis1"/>
      <w:suff w:val="space"/>
      <w:lvlText w:val="%1."/>
      <w:lvlJc w:val="left"/>
      <w:pPr>
        <w:ind w:left="-1497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68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37"/>
        </w:tabs>
        <w:ind w:left="136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57"/>
        </w:tabs>
        <w:ind w:left="18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17"/>
        </w:tabs>
        <w:ind w:left="237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7"/>
        </w:tabs>
        <w:ind w:left="28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97"/>
        </w:tabs>
        <w:ind w:left="338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7"/>
        </w:tabs>
        <w:ind w:left="3957" w:hanging="1440"/>
      </w:pPr>
      <w:rPr>
        <w:rFonts w:hint="default"/>
      </w:rPr>
    </w:lvl>
  </w:abstractNum>
  <w:abstractNum w:abstractNumId="10" w15:restartNumberingAfterBreak="0">
    <w:nsid w:val="3C7174BB"/>
    <w:multiLevelType w:val="hybridMultilevel"/>
    <w:tmpl w:val="FA52A380"/>
    <w:lvl w:ilvl="0" w:tplc="6652DCEC">
      <w:start w:val="9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0704F"/>
    <w:multiLevelType w:val="multilevel"/>
    <w:tmpl w:val="E15652F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13" w:hanging="11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6939"/>
    <w:rsid w:val="00033D13"/>
    <w:rsid w:val="000C3E66"/>
    <w:rsid w:val="000D3371"/>
    <w:rsid w:val="000D7876"/>
    <w:rsid w:val="000E7CD9"/>
    <w:rsid w:val="00172DFA"/>
    <w:rsid w:val="00185E49"/>
    <w:rsid w:val="0020287B"/>
    <w:rsid w:val="00251CFB"/>
    <w:rsid w:val="00256F7D"/>
    <w:rsid w:val="00280AA8"/>
    <w:rsid w:val="00283936"/>
    <w:rsid w:val="002D004D"/>
    <w:rsid w:val="002E0956"/>
    <w:rsid w:val="002E248A"/>
    <w:rsid w:val="0030192A"/>
    <w:rsid w:val="003165D9"/>
    <w:rsid w:val="00340B1E"/>
    <w:rsid w:val="003675EC"/>
    <w:rsid w:val="003866EB"/>
    <w:rsid w:val="00392891"/>
    <w:rsid w:val="003C10B9"/>
    <w:rsid w:val="003C4B79"/>
    <w:rsid w:val="003D1D52"/>
    <w:rsid w:val="003F4DFC"/>
    <w:rsid w:val="00492C97"/>
    <w:rsid w:val="004D3CAE"/>
    <w:rsid w:val="004D7B62"/>
    <w:rsid w:val="0053674E"/>
    <w:rsid w:val="005977AC"/>
    <w:rsid w:val="00654E17"/>
    <w:rsid w:val="0066311E"/>
    <w:rsid w:val="006C060D"/>
    <w:rsid w:val="006C6276"/>
    <w:rsid w:val="006D2AA0"/>
    <w:rsid w:val="006D61D6"/>
    <w:rsid w:val="00723C82"/>
    <w:rsid w:val="00745646"/>
    <w:rsid w:val="00767596"/>
    <w:rsid w:val="00775B4A"/>
    <w:rsid w:val="007864DE"/>
    <w:rsid w:val="00796983"/>
    <w:rsid w:val="007D05D9"/>
    <w:rsid w:val="007F0732"/>
    <w:rsid w:val="007F7B57"/>
    <w:rsid w:val="00824B38"/>
    <w:rsid w:val="008408CF"/>
    <w:rsid w:val="008603DF"/>
    <w:rsid w:val="008635DD"/>
    <w:rsid w:val="008C5A3F"/>
    <w:rsid w:val="008D7AD5"/>
    <w:rsid w:val="008E25BB"/>
    <w:rsid w:val="008F3F4C"/>
    <w:rsid w:val="00953304"/>
    <w:rsid w:val="00965999"/>
    <w:rsid w:val="00983836"/>
    <w:rsid w:val="0099695B"/>
    <w:rsid w:val="009970B8"/>
    <w:rsid w:val="009A4EED"/>
    <w:rsid w:val="009B103F"/>
    <w:rsid w:val="009D49BA"/>
    <w:rsid w:val="00A11172"/>
    <w:rsid w:val="00A3389A"/>
    <w:rsid w:val="00A60771"/>
    <w:rsid w:val="00A70F9A"/>
    <w:rsid w:val="00AA5952"/>
    <w:rsid w:val="00AB5F16"/>
    <w:rsid w:val="00B3663D"/>
    <w:rsid w:val="00B73D13"/>
    <w:rsid w:val="00BC3592"/>
    <w:rsid w:val="00BE4039"/>
    <w:rsid w:val="00C34B38"/>
    <w:rsid w:val="00C35208"/>
    <w:rsid w:val="00C411F1"/>
    <w:rsid w:val="00C53630"/>
    <w:rsid w:val="00C60FBB"/>
    <w:rsid w:val="00C70975"/>
    <w:rsid w:val="00C74FFC"/>
    <w:rsid w:val="00CA78B5"/>
    <w:rsid w:val="00CD1592"/>
    <w:rsid w:val="00D01254"/>
    <w:rsid w:val="00D81BBF"/>
    <w:rsid w:val="00D86939"/>
    <w:rsid w:val="00D9337F"/>
    <w:rsid w:val="00DA2147"/>
    <w:rsid w:val="00E00FA7"/>
    <w:rsid w:val="00E27B6A"/>
    <w:rsid w:val="00E34A5C"/>
    <w:rsid w:val="00E43463"/>
    <w:rsid w:val="00E5129C"/>
    <w:rsid w:val="00E53C96"/>
    <w:rsid w:val="00E5669E"/>
    <w:rsid w:val="00E73BC4"/>
    <w:rsid w:val="00E95FD3"/>
    <w:rsid w:val="00EA226C"/>
    <w:rsid w:val="00EA748B"/>
    <w:rsid w:val="00ED07D8"/>
    <w:rsid w:val="00ED2898"/>
    <w:rsid w:val="00F148E0"/>
    <w:rsid w:val="00F17552"/>
    <w:rsid w:val="00F303DE"/>
    <w:rsid w:val="00F40538"/>
    <w:rsid w:val="00FD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7DDBD9-D750-42A1-885F-231AF4F3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226C"/>
    <w:pPr>
      <w:keepLines/>
      <w:spacing w:before="120" w:after="120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A226C"/>
    <w:pPr>
      <w:keepNext/>
      <w:numPr>
        <w:numId w:val="11"/>
      </w:numPr>
      <w:spacing w:before="400"/>
      <w:ind w:left="0"/>
      <w:outlineLvl w:val="0"/>
    </w:pPr>
    <w:rPr>
      <w:rFonts w:ascii="Arial" w:hAnsi="Arial" w:cs="Arial"/>
      <w:b/>
      <w:bCs/>
      <w:kern w:val="32"/>
      <w:sz w:val="40"/>
      <w:szCs w:val="32"/>
    </w:rPr>
  </w:style>
  <w:style w:type="paragraph" w:styleId="Nadpis2">
    <w:name w:val="heading 2"/>
    <w:basedOn w:val="Normln"/>
    <w:next w:val="Normln"/>
    <w:qFormat/>
    <w:rsid w:val="00EA226C"/>
    <w:pPr>
      <w:keepNext/>
      <w:numPr>
        <w:ilvl w:val="1"/>
        <w:numId w:val="11"/>
      </w:numPr>
      <w:spacing w:before="320"/>
      <w:ind w:left="0"/>
      <w:outlineLvl w:val="1"/>
    </w:pPr>
    <w:rPr>
      <w:rFonts w:ascii="Arial" w:hAnsi="Arial" w:cs="Arial"/>
      <w:b/>
      <w:bCs/>
      <w:iCs/>
      <w:kern w:val="32"/>
      <w:sz w:val="32"/>
      <w:szCs w:val="28"/>
    </w:rPr>
  </w:style>
  <w:style w:type="paragraph" w:styleId="Nadpis3">
    <w:name w:val="heading 3"/>
    <w:basedOn w:val="Normln"/>
    <w:next w:val="Normln"/>
    <w:qFormat/>
    <w:rsid w:val="00EA226C"/>
    <w:pPr>
      <w:keepNext/>
      <w:numPr>
        <w:ilvl w:val="2"/>
        <w:numId w:val="11"/>
      </w:numPr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EA226C"/>
    <w:pPr>
      <w:keepNext/>
      <w:spacing w:before="24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EA226C"/>
    <w:pPr>
      <w:spacing w:before="24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EA226C"/>
    <w:pPr>
      <w:spacing w:before="24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EA226C"/>
    <w:pPr>
      <w:spacing w:before="240"/>
      <w:outlineLvl w:val="6"/>
    </w:pPr>
  </w:style>
  <w:style w:type="paragraph" w:styleId="Nadpis8">
    <w:name w:val="heading 8"/>
    <w:basedOn w:val="Normln"/>
    <w:next w:val="Normln"/>
    <w:qFormat/>
    <w:rsid w:val="00EA226C"/>
    <w:pPr>
      <w:spacing w:before="2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A226C"/>
    <w:p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EA226C"/>
    <w:pPr>
      <w:tabs>
        <w:tab w:val="center" w:pos="4536"/>
        <w:tab w:val="right" w:pos="9072"/>
      </w:tabs>
    </w:pPr>
  </w:style>
  <w:style w:type="character" w:styleId="UkzkaHTML">
    <w:name w:val="HTML Sample"/>
    <w:basedOn w:val="Standardnpsmoodstavce"/>
    <w:semiHidden/>
    <w:rsid w:val="00EA226C"/>
    <w:rPr>
      <w:rFonts w:ascii="Courier New" w:hAnsi="Courier New"/>
    </w:rPr>
  </w:style>
  <w:style w:type="character" w:styleId="Zdraznn">
    <w:name w:val="Emphasis"/>
    <w:basedOn w:val="Standardnpsmoodstavce"/>
    <w:qFormat/>
    <w:rsid w:val="00EA226C"/>
    <w:rPr>
      <w:i/>
      <w:iCs/>
    </w:rPr>
  </w:style>
  <w:style w:type="paragraph" w:styleId="Zpat">
    <w:name w:val="footer"/>
    <w:basedOn w:val="Normln"/>
    <w:semiHidden/>
    <w:rsid w:val="00EA226C"/>
    <w:pPr>
      <w:tabs>
        <w:tab w:val="right" w:pos="9639"/>
      </w:tabs>
    </w:pPr>
  </w:style>
  <w:style w:type="character" w:styleId="slostrnky">
    <w:name w:val="page number"/>
    <w:basedOn w:val="Standardnpsmoodstavce"/>
    <w:semiHidden/>
    <w:rsid w:val="00EA226C"/>
  </w:style>
  <w:style w:type="paragraph" w:styleId="Obsah1">
    <w:name w:val="toc 1"/>
    <w:basedOn w:val="Normln"/>
    <w:next w:val="Normln"/>
    <w:autoRedefine/>
    <w:semiHidden/>
    <w:rsid w:val="00EA226C"/>
  </w:style>
  <w:style w:type="paragraph" w:styleId="Podtitul">
    <w:name w:val="Subtitle"/>
    <w:basedOn w:val="Normln"/>
    <w:qFormat/>
    <w:rsid w:val="00EA226C"/>
    <w:pPr>
      <w:spacing w:before="500" w:after="600"/>
      <w:ind w:left="567" w:right="567"/>
      <w:outlineLvl w:val="1"/>
    </w:pPr>
    <w:rPr>
      <w:rFonts w:ascii="Arial" w:hAnsi="Arial" w:cs="Arial"/>
      <w:i/>
      <w:sz w:val="28"/>
    </w:rPr>
  </w:style>
  <w:style w:type="paragraph" w:styleId="Obsah2">
    <w:name w:val="toc 2"/>
    <w:basedOn w:val="Normln"/>
    <w:next w:val="Normln"/>
    <w:autoRedefine/>
    <w:semiHidden/>
    <w:rsid w:val="00EA226C"/>
    <w:pPr>
      <w:ind w:left="240"/>
    </w:pPr>
  </w:style>
  <w:style w:type="paragraph" w:styleId="Obsah3">
    <w:name w:val="toc 3"/>
    <w:basedOn w:val="Normln"/>
    <w:next w:val="Normln"/>
    <w:autoRedefine/>
    <w:semiHidden/>
    <w:rsid w:val="00EA226C"/>
    <w:pPr>
      <w:ind w:left="480"/>
    </w:pPr>
  </w:style>
  <w:style w:type="paragraph" w:styleId="Obsah4">
    <w:name w:val="toc 4"/>
    <w:basedOn w:val="Normln"/>
    <w:next w:val="Normln"/>
    <w:autoRedefine/>
    <w:semiHidden/>
    <w:rsid w:val="00EA226C"/>
    <w:pPr>
      <w:ind w:left="720"/>
    </w:pPr>
  </w:style>
  <w:style w:type="paragraph" w:styleId="Obsah5">
    <w:name w:val="toc 5"/>
    <w:basedOn w:val="Normln"/>
    <w:next w:val="Normln"/>
    <w:autoRedefine/>
    <w:semiHidden/>
    <w:rsid w:val="00EA226C"/>
    <w:pPr>
      <w:ind w:left="960"/>
    </w:pPr>
  </w:style>
  <w:style w:type="paragraph" w:styleId="Obsah6">
    <w:name w:val="toc 6"/>
    <w:basedOn w:val="Normln"/>
    <w:next w:val="Normln"/>
    <w:autoRedefine/>
    <w:semiHidden/>
    <w:rsid w:val="00EA226C"/>
    <w:pPr>
      <w:ind w:left="1200"/>
    </w:pPr>
  </w:style>
  <w:style w:type="paragraph" w:styleId="Obsah7">
    <w:name w:val="toc 7"/>
    <w:basedOn w:val="Normln"/>
    <w:next w:val="Normln"/>
    <w:autoRedefine/>
    <w:semiHidden/>
    <w:rsid w:val="00EA226C"/>
    <w:pPr>
      <w:ind w:left="1440"/>
    </w:pPr>
  </w:style>
  <w:style w:type="paragraph" w:styleId="Obsah8">
    <w:name w:val="toc 8"/>
    <w:basedOn w:val="Normln"/>
    <w:next w:val="Normln"/>
    <w:autoRedefine/>
    <w:semiHidden/>
    <w:rsid w:val="00EA226C"/>
    <w:pPr>
      <w:ind w:left="1680"/>
    </w:pPr>
  </w:style>
  <w:style w:type="paragraph" w:styleId="Obsah9">
    <w:name w:val="toc 9"/>
    <w:basedOn w:val="Normln"/>
    <w:next w:val="Normln"/>
    <w:autoRedefine/>
    <w:semiHidden/>
    <w:rsid w:val="00EA226C"/>
    <w:pPr>
      <w:ind w:left="1920"/>
    </w:pPr>
  </w:style>
  <w:style w:type="paragraph" w:customStyle="1" w:styleId="Odstavecsobrzkem">
    <w:name w:val="Odstavec s obrázkem"/>
    <w:basedOn w:val="Normln"/>
    <w:next w:val="Normln"/>
    <w:rsid w:val="00EA226C"/>
    <w:pPr>
      <w:spacing w:after="400"/>
      <w:jc w:val="center"/>
    </w:pPr>
  </w:style>
  <w:style w:type="character" w:styleId="Hypertextovodkaz">
    <w:name w:val="Hyperlink"/>
    <w:basedOn w:val="Standardnpsmoodstavce"/>
    <w:semiHidden/>
    <w:rsid w:val="00EA226C"/>
    <w:rPr>
      <w:color w:val="0000FF"/>
      <w:u w:val="single"/>
    </w:rPr>
  </w:style>
  <w:style w:type="paragraph" w:customStyle="1" w:styleId="Vpisprogramu">
    <w:name w:val="Výpis programu"/>
    <w:basedOn w:val="Normln"/>
    <w:rsid w:val="00EA226C"/>
    <w:pPr>
      <w:spacing w:before="60" w:after="60"/>
    </w:pPr>
    <w:rPr>
      <w:rFonts w:ascii="Courier New" w:hAnsi="Courier New"/>
      <w:noProof/>
    </w:rPr>
  </w:style>
  <w:style w:type="paragraph" w:customStyle="1" w:styleId="Autor">
    <w:name w:val="Autor"/>
    <w:basedOn w:val="Normln"/>
    <w:next w:val="Podtitul"/>
    <w:rsid w:val="00EA226C"/>
    <w:pPr>
      <w:jc w:val="center"/>
    </w:pPr>
    <w:rPr>
      <w:rFonts w:ascii="Arial" w:hAnsi="Arial" w:cs="Arial"/>
    </w:rPr>
  </w:style>
  <w:style w:type="paragraph" w:customStyle="1" w:styleId="Titul">
    <w:name w:val="Titul"/>
    <w:basedOn w:val="Normln"/>
    <w:next w:val="Autor"/>
    <w:rsid w:val="00EA226C"/>
    <w:pPr>
      <w:jc w:val="center"/>
    </w:pPr>
    <w:rPr>
      <w:rFonts w:ascii="Arial" w:hAnsi="Arial" w:cs="Arial"/>
      <w:sz w:val="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7AD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7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LAB\_SKEL_MS\MLAB_&#352;ablon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MLAB_Šablona.dot</Template>
  <TotalTime>262</TotalTime>
  <Pages>3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PIC16F87xDIL2801A PIC16F87xSO2801A</vt:lpstr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RGBC01A</dc:title>
  <dc:creator>miho</dc:creator>
  <cp:lastModifiedBy>Jan Chroust</cp:lastModifiedBy>
  <cp:revision>31</cp:revision>
  <cp:lastPrinted>2016-03-09T10:34:00Z</cp:lastPrinted>
  <dcterms:created xsi:type="dcterms:W3CDTF">2013-04-18T09:18:00Z</dcterms:created>
  <dcterms:modified xsi:type="dcterms:W3CDTF">2016-03-09T10:35:00Z</dcterms:modified>
</cp:coreProperties>
</file>